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09" w:rsidRDefault="009C061A">
      <w:pPr>
        <w:suppressAutoHyphens w:val="0"/>
        <w:spacing w:after="0" w:line="240" w:lineRule="auto"/>
        <w:jc w:val="center"/>
        <w:textAlignment w:val="auto"/>
      </w:pPr>
      <w:bookmarkStart w:id="0" w:name="_GoBack"/>
      <w:bookmarkEnd w:id="0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4846" cy="723903"/>
            <wp:effectExtent l="0" t="0" r="4" b="0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46" cy="7239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73C09" w:rsidRDefault="009C061A">
      <w:pPr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w w:val="15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773C09" w:rsidRDefault="009C061A">
      <w:pPr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w w:val="160"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w w:val="160"/>
          <w:sz w:val="36"/>
          <w:szCs w:val="20"/>
          <w:lang w:eastAsia="ru-RU"/>
        </w:rPr>
        <w:t>ПОСТАНОВЛЕНИЕ</w:t>
      </w:r>
    </w:p>
    <w:p w:rsidR="00773C09" w:rsidRDefault="00773C09">
      <w:pPr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</w:p>
    <w:p w:rsidR="00773C09" w:rsidRDefault="00773C09">
      <w:pPr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</w:p>
    <w:p w:rsidR="00773C09" w:rsidRDefault="009C061A">
      <w:pPr>
        <w:suppressAutoHyphens w:val="0"/>
        <w:spacing w:after="0" w:line="240" w:lineRule="auto"/>
        <w:jc w:val="center"/>
        <w:textAlignment w:val="auto"/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0" t="19050" r="19050" b="3810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e 3" o:spid="_x0000_s1026" type="#_x0000_t32" style="position:absolute;margin-left:0;margin-top:1.8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" strokeweight="4.5pt"/>
            </w:pict>
          </mc:Fallback>
        </mc:AlternateConten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93"/>
        <w:gridCol w:w="3278"/>
        <w:gridCol w:w="3283"/>
      </w:tblGrid>
      <w:tr w:rsidR="00773C09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2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3C09" w:rsidRDefault="009C061A">
            <w:pPr>
              <w:tabs>
                <w:tab w:val="left" w:pos="7020"/>
              </w:tabs>
              <w:suppressAutoHyphens w:val="0"/>
              <w:spacing w:after="0" w:line="240" w:lineRule="auto"/>
              <w:ind w:right="31"/>
              <w:jc w:val="center"/>
              <w:textAlignment w:val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03.11.2023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3C09" w:rsidRDefault="009C061A">
            <w:pPr>
              <w:tabs>
                <w:tab w:val="left" w:pos="7020"/>
              </w:tabs>
              <w:suppressAutoHyphens w:val="0"/>
              <w:spacing w:after="0" w:line="240" w:lineRule="auto"/>
              <w:ind w:right="31"/>
              <w:jc w:val="right"/>
              <w:textAlignment w:val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8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3C09" w:rsidRDefault="009C061A">
            <w:pPr>
              <w:tabs>
                <w:tab w:val="left" w:pos="7020"/>
              </w:tabs>
              <w:suppressAutoHyphens w:val="0"/>
              <w:spacing w:after="0" w:line="240" w:lineRule="auto"/>
              <w:ind w:right="31"/>
              <w:jc w:val="center"/>
              <w:textAlignment w:val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2935</w:t>
            </w:r>
          </w:p>
        </w:tc>
      </w:tr>
    </w:tbl>
    <w:p w:rsidR="00773C09" w:rsidRDefault="00773C09">
      <w:pPr>
        <w:tabs>
          <w:tab w:val="left" w:pos="7020"/>
        </w:tabs>
        <w:suppressAutoHyphens w:val="0"/>
        <w:spacing w:after="0" w:line="240" w:lineRule="auto"/>
        <w:ind w:right="31"/>
        <w:jc w:val="both"/>
        <w:textAlignment w:val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C09" w:rsidRDefault="009C061A">
      <w:pPr>
        <w:tabs>
          <w:tab w:val="left" w:pos="7020"/>
        </w:tabs>
        <w:suppressAutoHyphens w:val="0"/>
        <w:spacing w:after="0" w:line="240" w:lineRule="auto"/>
        <w:ind w:right="31"/>
        <w:jc w:val="both"/>
        <w:textAlignment w:val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Первоуральск</w:t>
      </w:r>
    </w:p>
    <w:p w:rsidR="00773C09" w:rsidRDefault="00773C09">
      <w:pPr>
        <w:spacing w:after="0" w:line="240" w:lineRule="auto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773C09" w:rsidRDefault="00773C09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tbl>
      <w:tblPr>
        <w:tblW w:w="436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1"/>
      </w:tblGrid>
      <w:tr w:rsidR="00773C09">
        <w:tblPrEx>
          <w:tblCellMar>
            <w:top w:w="0" w:type="dxa"/>
            <w:bottom w:w="0" w:type="dxa"/>
          </w:tblCellMar>
        </w:tblPrEx>
        <w:tc>
          <w:tcPr>
            <w:tcW w:w="4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9" w:rsidRDefault="009C061A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 внесении изменений в постановление Администрации городского округа Первоуральск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от 15 декабря 2021 года №2388 «Об утверждении Положения об оплате труда работников Первоуральского муниципального казенного учреждения «Централизованная бухгалтерия муниципальных дошкольных образовательных учреждений»</w:t>
            </w:r>
          </w:p>
        </w:tc>
      </w:tr>
    </w:tbl>
    <w:p w:rsidR="00773C09" w:rsidRDefault="00773C09">
      <w:pPr>
        <w:spacing w:after="0" w:line="240" w:lineRule="auto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773C09" w:rsidRDefault="00773C09">
      <w:pPr>
        <w:spacing w:after="0" w:line="240" w:lineRule="auto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773C09" w:rsidRDefault="00773C09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773C09" w:rsidRDefault="00773C09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В соответствии с Федеральным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законом от 06 октября 2003 года № 131-ФЗ «Об общих принципах организации местного самоуправления в Российской Федерации», постановлением Главы городского округа Первоуральск от 05 августа 2010 года № 1867 «О введении новых систем оплаты труда работников му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ниципальных бюджетных учреждений городского округа Первоуральск», с изменениями, внесенными постановление Главы городского округа Первоуральск от 14 июля 2011 года №1773, от 20</w:t>
      </w:r>
      <w:proofErr w:type="gramEnd"/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сентября 2022 года №2406, постановлением Главы городского округа Первоуральск 1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0 октября 2023 года № 111 «Об индексации фондов оплаты труда муниципальных бюджетных, автономных и казенных учреждений городского округа Первоуральск», руководствуясь Уставом городского округа Первоуральск, Администрация городского округа Первоуральск</w:t>
      </w:r>
    </w:p>
    <w:p w:rsidR="00773C09" w:rsidRDefault="00773C09">
      <w:pPr>
        <w:spacing w:after="0" w:line="240" w:lineRule="auto"/>
        <w:ind w:firstLine="540"/>
        <w:rPr>
          <w:rFonts w:ascii="Liberation Serif" w:eastAsia="Times New Roman" w:hAnsi="Liberation Serif"/>
          <w:lang w:eastAsia="ru-RU"/>
        </w:rPr>
      </w:pPr>
    </w:p>
    <w:p w:rsidR="00773C09" w:rsidRDefault="00773C09">
      <w:pPr>
        <w:spacing w:after="0" w:line="240" w:lineRule="auto"/>
        <w:ind w:firstLine="540"/>
        <w:rPr>
          <w:rFonts w:ascii="Liberation Serif" w:eastAsia="Times New Roman" w:hAnsi="Liberation Serif"/>
          <w:lang w:eastAsia="ru-RU"/>
        </w:rPr>
      </w:pPr>
    </w:p>
    <w:p w:rsidR="00773C09" w:rsidRDefault="009C061A">
      <w:pPr>
        <w:spacing w:after="0" w:line="240" w:lineRule="auto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ПО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СТАНОВЛЯЕТ:</w:t>
      </w: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1. Внести в Положение об оплате труда работников Первоуральского муниципального казенного учреждения «Централизованная бухгалтерия муниципальных дошкольных образовательных учреждений», утвержденное постановлением Администрации городского округа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Первоуральск от 15 декабря 2021 года №2388 (далее Положение) следующие изменения:</w:t>
      </w: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1.1. Приложение 2 к Положению изложить в новой редакции (Приложение 1).</w:t>
      </w: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1.2. Приложение 3 к Положению изложить в новой редакции (Приложение 2).</w:t>
      </w: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1.3. Приложение 4 к Положению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изложить в новой редакции (Приложение 3).</w:t>
      </w: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2. Настоящее постановление вступает в силу с момента подписания и распространяется на правоотношения, возникшие с 01 октября 2023 года.</w:t>
      </w: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3. Настоящее постановление разместить на официальном сайте городского округа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Первоуральск.</w:t>
      </w:r>
    </w:p>
    <w:p w:rsidR="00773C09" w:rsidRDefault="009C061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4. Контроль за исполнением настоящего постановления возложить на </w:t>
      </w:r>
      <w:proofErr w:type="spellStart"/>
      <w:r>
        <w:rPr>
          <w:rFonts w:ascii="Liberation Serif" w:eastAsia="Times New Roman" w:hAnsi="Liberation Serif"/>
          <w:sz w:val="24"/>
          <w:szCs w:val="24"/>
          <w:lang w:eastAsia="ru-RU"/>
        </w:rPr>
        <w:t>и.о</w:t>
      </w: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>.н</w:t>
      </w:r>
      <w:proofErr w:type="gramEnd"/>
      <w:r>
        <w:rPr>
          <w:rFonts w:ascii="Liberation Serif" w:eastAsia="Times New Roman" w:hAnsi="Liberation Serif"/>
          <w:sz w:val="24"/>
          <w:szCs w:val="24"/>
          <w:lang w:eastAsia="ru-RU"/>
        </w:rPr>
        <w:t>ачальника</w:t>
      </w:r>
      <w:proofErr w:type="spellEnd"/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Управления образования городского округа Первоуральск, заместителя начальника </w:t>
      </w:r>
      <w:proofErr w:type="spellStart"/>
      <w:r>
        <w:rPr>
          <w:rFonts w:ascii="Liberation Serif" w:eastAsia="Times New Roman" w:hAnsi="Liberation Serif"/>
          <w:sz w:val="24"/>
          <w:szCs w:val="24"/>
          <w:lang w:eastAsia="ru-RU"/>
        </w:rPr>
        <w:t>О.Н.Коршунову</w:t>
      </w:r>
      <w:proofErr w:type="spellEnd"/>
      <w:r>
        <w:rPr>
          <w:rFonts w:ascii="Liberation Serif" w:eastAsia="Times New Roman" w:hAnsi="Liberation Serif"/>
          <w:sz w:val="24"/>
          <w:szCs w:val="24"/>
          <w:lang w:eastAsia="ru-RU"/>
        </w:rPr>
        <w:t>.</w:t>
      </w:r>
    </w:p>
    <w:p w:rsidR="00773C09" w:rsidRDefault="00773C09">
      <w:pPr>
        <w:spacing w:after="0" w:line="240" w:lineRule="auto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773C09" w:rsidRDefault="00773C09">
      <w:pPr>
        <w:spacing w:after="0" w:line="240" w:lineRule="auto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tbl>
      <w:tblPr>
        <w:tblW w:w="949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4425"/>
      </w:tblGrid>
      <w:tr w:rsidR="00773C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9" w:rsidRDefault="009C061A">
            <w:pPr>
              <w:suppressAutoHyphens w:val="0"/>
              <w:spacing w:after="0" w:line="20" w:lineRule="atLeast"/>
              <w:textAlignment w:val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9" w:rsidRDefault="009C061A">
            <w:pPr>
              <w:suppressAutoHyphens w:val="0"/>
              <w:spacing w:after="0" w:line="20" w:lineRule="atLeast"/>
              <w:jc w:val="right"/>
              <w:textAlignment w:val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И.В.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773C09" w:rsidRDefault="009C061A">
      <w:pPr>
        <w:suppressAutoHyphens w:val="0"/>
        <w:spacing w:after="0" w:line="20" w:lineRule="atLeast"/>
        <w:textAlignment w:val="auto"/>
      </w:pPr>
      <w:r>
        <w:rPr>
          <w:rFonts w:ascii="Liberation Serif" w:eastAsia="Times New Roman" w:hAnsi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/>
          <w:sz w:val="28"/>
          <w:szCs w:val="28"/>
          <w:lang w:eastAsia="ru-RU"/>
        </w:rPr>
        <w:tab/>
        <w:t xml:space="preserve">    </w:t>
      </w:r>
    </w:p>
    <w:sectPr w:rsidR="00773C09">
      <w:headerReference w:type="default" r:id="rId8"/>
      <w:pgSz w:w="11906" w:h="16838"/>
      <w:pgMar w:top="0" w:right="567" w:bottom="0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C061A">
      <w:pPr>
        <w:spacing w:after="0" w:line="240" w:lineRule="auto"/>
      </w:pPr>
      <w:r>
        <w:separator/>
      </w:r>
    </w:p>
  </w:endnote>
  <w:endnote w:type="continuationSeparator" w:id="0">
    <w:p w:rsidR="00000000" w:rsidRDefault="009C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C061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9C0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392" w:rsidRDefault="009C061A">
    <w:pPr>
      <w:pStyle w:val="a3"/>
      <w:jc w:val="center"/>
    </w:pPr>
    <w:r>
      <w:t>2</w:t>
    </w:r>
  </w:p>
  <w:p w:rsidR="00233392" w:rsidRDefault="009C06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73C09"/>
    <w:rsid w:val="00773C09"/>
    <w:rsid w:val="009C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9">
    <w:name w:val="List Paragraph"/>
    <w:basedOn w:val="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9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Ващенко Юлия Александровна</cp:lastModifiedBy>
  <cp:revision>2</cp:revision>
  <cp:lastPrinted>2022-08-24T11:35:00Z</cp:lastPrinted>
  <dcterms:created xsi:type="dcterms:W3CDTF">2023-11-07T05:22:00Z</dcterms:created>
  <dcterms:modified xsi:type="dcterms:W3CDTF">2023-11-07T05:22:00Z</dcterms:modified>
</cp:coreProperties>
</file>