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61" w:rsidRPr="00BB0761" w:rsidRDefault="00BB0761" w:rsidP="00BB0761">
      <w:pPr>
        <w:suppressAutoHyphens w:val="0"/>
        <w:autoSpaceDN/>
        <w:jc w:val="center"/>
        <w:textAlignment w:val="auto"/>
      </w:pPr>
      <w:r w:rsidRPr="00BB0761">
        <w:rPr>
          <w:noProof/>
        </w:rPr>
        <w:drawing>
          <wp:inline distT="0" distB="0" distL="0" distR="0" wp14:anchorId="07ACACB9" wp14:editId="066AD9A0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761" w:rsidRPr="00BB0761" w:rsidRDefault="00BB0761" w:rsidP="00BB0761">
      <w:pPr>
        <w:suppressAutoHyphens w:val="0"/>
        <w:autoSpaceDN/>
        <w:jc w:val="center"/>
        <w:textAlignment w:val="auto"/>
      </w:pPr>
    </w:p>
    <w:p w:rsidR="00BB0761" w:rsidRPr="00BB0761" w:rsidRDefault="00BB0761" w:rsidP="00BB0761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BB0761">
        <w:rPr>
          <w:b/>
          <w:w w:val="150"/>
          <w:sz w:val="20"/>
          <w:szCs w:val="20"/>
        </w:rPr>
        <w:t>ГЛАВА ГОРОДСКОГО ОКРУГА ПЕРВОУРАЛЬСК</w:t>
      </w:r>
    </w:p>
    <w:p w:rsidR="00BB0761" w:rsidRPr="00BB0761" w:rsidRDefault="00BB0761" w:rsidP="00BB0761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BB0761">
        <w:rPr>
          <w:b/>
          <w:w w:val="160"/>
          <w:sz w:val="36"/>
          <w:szCs w:val="20"/>
        </w:rPr>
        <w:t>ПОСТАНОВЛЕНИЕ</w:t>
      </w:r>
    </w:p>
    <w:p w:rsidR="00BB0761" w:rsidRPr="00BB0761" w:rsidRDefault="00BB0761" w:rsidP="00BB076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B0761" w:rsidRPr="00BB0761" w:rsidRDefault="00BB0761" w:rsidP="00BB076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BB0761" w:rsidRPr="00BB0761" w:rsidRDefault="00BB0761" w:rsidP="00BB0761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BB076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B8D3D" wp14:editId="3DD64D4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BB0761" w:rsidRPr="00BB0761" w:rsidTr="00BB076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761" w:rsidRPr="00BB0761" w:rsidRDefault="00BB0761" w:rsidP="00BB0761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19.06.2024</w:t>
            </w:r>
          </w:p>
        </w:tc>
        <w:tc>
          <w:tcPr>
            <w:tcW w:w="3322" w:type="dxa"/>
            <w:vAlign w:val="bottom"/>
            <w:hideMark/>
          </w:tcPr>
          <w:p w:rsidR="00BB0761" w:rsidRPr="00BB0761" w:rsidRDefault="00BB0761" w:rsidP="00BB0761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BB076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0761" w:rsidRPr="00BB0761" w:rsidRDefault="00BB0761" w:rsidP="00BB0761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</w:tr>
    </w:tbl>
    <w:p w:rsidR="00BB0761" w:rsidRPr="00BB0761" w:rsidRDefault="00BB0761" w:rsidP="00BB0761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BB0761" w:rsidRPr="00BB0761" w:rsidRDefault="00BB0761" w:rsidP="00BB0761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BB0761">
        <w:rPr>
          <w:sz w:val="28"/>
          <w:szCs w:val="28"/>
        </w:rPr>
        <w:t>г. Первоуральск</w:t>
      </w:r>
    </w:p>
    <w:p w:rsidR="001C7600" w:rsidRDefault="001C7600">
      <w:pPr>
        <w:rPr>
          <w:rFonts w:ascii="Liberation Serif" w:hAnsi="Liberation Serif"/>
        </w:rPr>
      </w:pPr>
    </w:p>
    <w:p w:rsidR="001C7600" w:rsidRDefault="001C7600">
      <w:pPr>
        <w:rPr>
          <w:rFonts w:ascii="Liberation Serif" w:hAnsi="Liberation Serif"/>
        </w:rPr>
      </w:pPr>
    </w:p>
    <w:tbl>
      <w:tblPr>
        <w:tblW w:w="949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499"/>
        <w:gridCol w:w="4748"/>
      </w:tblGrid>
      <w:tr w:rsidR="001C7600" w:rsidTr="00BB0761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1C7600" w:rsidRDefault="000869E1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О внесении изменений в состав антинаркотической комиссии городского округа Первоуральск</w:t>
            </w:r>
          </w:p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1C7600" w:rsidRDefault="001C7600">
      <w:pPr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0869E1">
      <w:pPr>
        <w:ind w:right="-1" w:firstLine="709"/>
        <w:jc w:val="both"/>
      </w:pPr>
      <w:r>
        <w:rPr>
          <w:rFonts w:ascii="Liberation Serif" w:hAnsi="Liberation Serif"/>
          <w:bCs/>
        </w:rPr>
        <w:t>В связи с кадровыми изменениями, руководствуясь Уставом городского округа Первоуральск, рассмотрев результаты согласования с соответствующими организациями</w:t>
      </w:r>
    </w:p>
    <w:p w:rsidR="001C7600" w:rsidRDefault="001C7600">
      <w:pPr>
        <w:ind w:right="-1" w:firstLine="709"/>
        <w:jc w:val="both"/>
        <w:rPr>
          <w:rFonts w:ascii="Liberation Serif" w:hAnsi="Liberation Serif"/>
          <w:bCs/>
        </w:rPr>
      </w:pPr>
    </w:p>
    <w:p w:rsidR="001C7600" w:rsidRDefault="001C7600">
      <w:pPr>
        <w:ind w:firstLine="709"/>
        <w:jc w:val="both"/>
        <w:rPr>
          <w:rFonts w:ascii="Liberation Serif" w:hAnsi="Liberation Serif"/>
          <w:bCs/>
        </w:rPr>
      </w:pPr>
    </w:p>
    <w:p w:rsidR="001C7600" w:rsidRDefault="000869E1">
      <w:pPr>
        <w:pStyle w:val="3"/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ПОСТАНОВЛЯЮ:</w:t>
      </w:r>
    </w:p>
    <w:p w:rsidR="001C7600" w:rsidRDefault="000869E1">
      <w:pPr>
        <w:pStyle w:val="3"/>
        <w:numPr>
          <w:ilvl w:val="0"/>
          <w:numId w:val="1"/>
        </w:numPr>
        <w:spacing w:after="0"/>
        <w:ind w:left="0" w:right="-1" w:firstLine="709"/>
        <w:jc w:val="both"/>
        <w:textAlignment w:val="auto"/>
      </w:pPr>
      <w:r>
        <w:rPr>
          <w:rFonts w:ascii="Liberation Serif" w:hAnsi="Liberation Serif"/>
          <w:sz w:val="24"/>
          <w:szCs w:val="24"/>
        </w:rPr>
        <w:t>Внести изменения в состав антинаркотической комиссии городского округа Первоуральск, утвержденный постановлением Главы городского округа Первоуральск от 20 декабря 2017 года № 80 «</w:t>
      </w:r>
      <w:r>
        <w:rPr>
          <w:rFonts w:ascii="Liberation Serif" w:hAnsi="Liberation Serif"/>
          <w:bCs/>
          <w:sz w:val="24"/>
          <w:szCs w:val="24"/>
        </w:rPr>
        <w:t>О создании Антинаркотической комиссии городского округа Первоуральск», изложив в новой редакции согласно приложению.</w:t>
      </w:r>
    </w:p>
    <w:p w:rsidR="001C7600" w:rsidRDefault="000869E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 Настоящее постановление разместить на официальном сайте городского округа Первоуральск.</w:t>
      </w:r>
    </w:p>
    <w:p w:rsidR="001C7600" w:rsidRDefault="000869E1">
      <w:pPr>
        <w:pStyle w:val="3"/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0869E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городского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BB0761" w:rsidTr="00BB0761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0761" w:rsidRDefault="00BB0761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1C7600" w:rsidRDefault="001C7600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1C7600" w:rsidSect="00BB0761">
      <w:headerReference w:type="default" r:id="rId9"/>
      <w:pgSz w:w="11906" w:h="16838"/>
      <w:pgMar w:top="0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EC" w:rsidRDefault="00271AEC">
      <w:r>
        <w:separator/>
      </w:r>
    </w:p>
  </w:endnote>
  <w:endnote w:type="continuationSeparator" w:id="0">
    <w:p w:rsidR="00271AEC" w:rsidRDefault="0027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EC" w:rsidRDefault="00271AEC">
      <w:r>
        <w:rPr>
          <w:color w:val="000000"/>
        </w:rPr>
        <w:separator/>
      </w:r>
    </w:p>
  </w:footnote>
  <w:footnote w:type="continuationSeparator" w:id="0">
    <w:p w:rsidR="00271AEC" w:rsidRDefault="00271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E1" w:rsidRDefault="000869E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869E1" w:rsidRDefault="000869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9662C"/>
    <w:multiLevelType w:val="multilevel"/>
    <w:tmpl w:val="DFC081EC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B"/>
    <w:rsid w:val="000869E1"/>
    <w:rsid w:val="001C7600"/>
    <w:rsid w:val="00271AEC"/>
    <w:rsid w:val="00467E5B"/>
    <w:rsid w:val="00731040"/>
    <w:rsid w:val="00B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07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07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07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07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4;%20&#1074;&#1085;&#1077;&#1089;&#1077;&#1085;&#1080;&#1080;%20&#1080;&#1079;&#1084;&#1077;&#1085;&#1077;&#1085;&#1080;&#1081;%20&#1074;%20&#1089;&#1086;&#1089;&#1090;&#1072;&#1074;%20&#1082;&#1086;&#1084;&#1080;&#1089;&#1089;&#1080;&#1080;%20&#1071;&#1053;&#1042;&#1040;&#1056;&#1068;%20202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комиссии ЯНВАРЬ 2024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2</cp:revision>
  <cp:lastPrinted>2019-01-22T10:06:00Z</cp:lastPrinted>
  <dcterms:created xsi:type="dcterms:W3CDTF">2024-06-18T08:18:00Z</dcterms:created>
  <dcterms:modified xsi:type="dcterms:W3CDTF">2024-06-20T10:15:00Z</dcterms:modified>
</cp:coreProperties>
</file>