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9C" w:rsidRPr="001C400F" w:rsidRDefault="002C689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>Приложение</w:t>
      </w:r>
    </w:p>
    <w:p w:rsidR="002C689C" w:rsidRPr="001C400F" w:rsidRDefault="002C689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 xml:space="preserve">к постановлению Главы </w:t>
      </w:r>
    </w:p>
    <w:p w:rsidR="002C689C" w:rsidRPr="001C400F" w:rsidRDefault="008505BC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C689C" w:rsidRPr="001C400F">
        <w:rPr>
          <w:rFonts w:ascii="Liberation Serif" w:hAnsi="Liberation Serif"/>
        </w:rPr>
        <w:t xml:space="preserve"> округа Первоуральск</w:t>
      </w:r>
    </w:p>
    <w:p w:rsidR="002C689C" w:rsidRPr="001C400F" w:rsidRDefault="00E33771" w:rsidP="002C689C">
      <w:pPr>
        <w:spacing w:line="240" w:lineRule="auto"/>
        <w:ind w:firstLine="5387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>от 30.07.2025</w:t>
      </w:r>
      <w:bookmarkStart w:id="0" w:name="_GoBack"/>
      <w:bookmarkEnd w:id="0"/>
      <w:r w:rsidR="002C689C" w:rsidRPr="001C400F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92</w:t>
      </w:r>
    </w:p>
    <w:p w:rsidR="002C689C" w:rsidRPr="001C400F" w:rsidRDefault="002C689C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p w:rsidR="002C689C" w:rsidRPr="001C400F" w:rsidRDefault="00FB4499" w:rsidP="00293138">
      <w:pPr>
        <w:spacing w:line="240" w:lineRule="auto"/>
        <w:contextualSpacing/>
        <w:jc w:val="center"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 xml:space="preserve">Состав </w:t>
      </w:r>
    </w:p>
    <w:p w:rsidR="00F67E3A" w:rsidRPr="001C400F" w:rsidRDefault="00FB4499" w:rsidP="00293138">
      <w:pPr>
        <w:spacing w:line="240" w:lineRule="auto"/>
        <w:contextualSpacing/>
        <w:jc w:val="center"/>
        <w:rPr>
          <w:rFonts w:ascii="Liberation Serif" w:hAnsi="Liberation Serif"/>
        </w:rPr>
      </w:pPr>
      <w:r w:rsidRPr="001C400F">
        <w:rPr>
          <w:rFonts w:ascii="Liberation Serif" w:hAnsi="Liberation Serif"/>
        </w:rPr>
        <w:t>анти</w:t>
      </w:r>
      <w:r w:rsidR="00293138" w:rsidRPr="001C400F">
        <w:rPr>
          <w:rFonts w:ascii="Liberation Serif" w:hAnsi="Liberation Serif"/>
        </w:rPr>
        <w:t>террористи</w:t>
      </w:r>
      <w:r w:rsidRPr="001C400F">
        <w:rPr>
          <w:rFonts w:ascii="Liberation Serif" w:hAnsi="Liberation Serif"/>
        </w:rPr>
        <w:t>ческой комиссии</w:t>
      </w:r>
      <w:r w:rsidR="002C689C" w:rsidRPr="001C400F">
        <w:rPr>
          <w:rFonts w:ascii="Liberation Serif" w:hAnsi="Liberation Serif"/>
        </w:rPr>
        <w:t xml:space="preserve"> </w:t>
      </w:r>
      <w:r w:rsidR="008505BC">
        <w:rPr>
          <w:rFonts w:ascii="Liberation Serif" w:hAnsi="Liberation Serif"/>
        </w:rPr>
        <w:t>муниципального</w:t>
      </w:r>
      <w:r w:rsidRPr="001C400F">
        <w:rPr>
          <w:rFonts w:ascii="Liberation Serif" w:hAnsi="Liberation Serif"/>
        </w:rPr>
        <w:t xml:space="preserve"> округа Первоуральск</w:t>
      </w:r>
    </w:p>
    <w:p w:rsidR="00293138" w:rsidRPr="001C400F" w:rsidRDefault="00293138" w:rsidP="00293138">
      <w:pPr>
        <w:spacing w:line="240" w:lineRule="auto"/>
        <w:contextualSpacing/>
        <w:jc w:val="center"/>
        <w:rPr>
          <w:rFonts w:ascii="Liberation Serif" w:hAnsi="Liberation Serif"/>
        </w:rPr>
      </w:pPr>
    </w:p>
    <w:tbl>
      <w:tblPr>
        <w:tblStyle w:val="a3"/>
        <w:tblW w:w="96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567"/>
        <w:gridCol w:w="5528"/>
      </w:tblGrid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2C689C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Кабец </w:t>
            </w:r>
            <w:r w:rsidRPr="00475BB2">
              <w:rPr>
                <w:rFonts w:ascii="Liberation Serif" w:hAnsi="Liberation Serif"/>
              </w:rPr>
              <w:br/>
              <w:t>Игорь Валерьевич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Глава </w:t>
            </w:r>
            <w:r w:rsidR="008505BC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  <w:r>
              <w:rPr>
                <w:rFonts w:ascii="Liberation Serif" w:hAnsi="Liberation Serif"/>
              </w:rPr>
              <w:t>,</w:t>
            </w:r>
            <w:r w:rsidRPr="00475BB2">
              <w:rPr>
                <w:rFonts w:ascii="Liberation Serif" w:hAnsi="Liberation Serif"/>
              </w:rPr>
              <w:t xml:space="preserve"> председатель антитеррористической комиссии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E44A87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Тамман</w:t>
            </w:r>
            <w:r w:rsidRPr="00475BB2">
              <w:rPr>
                <w:rFonts w:ascii="Liberation Serif" w:hAnsi="Liberation Serif"/>
              </w:rPr>
              <w:br/>
              <w:t>Виталий Аркадьевич</w:t>
            </w:r>
          </w:p>
        </w:tc>
        <w:tc>
          <w:tcPr>
            <w:tcW w:w="567" w:type="dxa"/>
          </w:tcPr>
          <w:p w:rsidR="00475BB2" w:rsidRPr="00475BB2" w:rsidRDefault="00475BB2" w:rsidP="00E44A8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Заместитель Главы </w:t>
            </w:r>
            <w:r w:rsidR="008505BC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 по взаимодействию с органами государственной власт</w:t>
            </w:r>
            <w:r>
              <w:rPr>
                <w:rFonts w:ascii="Liberation Serif" w:hAnsi="Liberation Serif"/>
              </w:rPr>
              <w:t xml:space="preserve">и и общественными организациями, </w:t>
            </w:r>
            <w:r w:rsidRPr="00475BB2">
              <w:rPr>
                <w:rFonts w:ascii="Liberation Serif" w:hAnsi="Liberation Serif"/>
              </w:rPr>
              <w:t>секретарь антитеррористической комиссии</w:t>
            </w:r>
          </w:p>
        </w:tc>
      </w:tr>
      <w:tr w:rsidR="00475BB2" w:rsidRPr="00475BB2" w:rsidTr="00EE5281">
        <w:trPr>
          <w:cantSplit/>
        </w:trPr>
        <w:tc>
          <w:tcPr>
            <w:tcW w:w="9640" w:type="dxa"/>
            <w:gridSpan w:val="4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Члены антитеррористической комиссии: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2C689C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Кайгородов</w:t>
            </w:r>
            <w:r w:rsidRPr="00475BB2">
              <w:rPr>
                <w:rFonts w:ascii="Liberation Serif" w:hAnsi="Liberation Serif"/>
              </w:rPr>
              <w:br/>
              <w:t>Лев Владимирович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Начальник отделения в городе Первоуральске Управления Федеральной службы безопасности России по Свердловской области 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Бараковских</w:t>
            </w:r>
            <w:r w:rsidRPr="00475BB2">
              <w:rPr>
                <w:rFonts w:ascii="Liberation Serif" w:hAnsi="Liberation Serif"/>
              </w:rPr>
              <w:br/>
              <w:t>Михаил Анатольевич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Начальник Отдела Министерства внутренних дел Российской Федерации «Первоуральский»</w:t>
            </w:r>
            <w:r>
              <w:rPr>
                <w:rFonts w:ascii="Liberation Serif" w:hAnsi="Liberation Serif"/>
              </w:rPr>
              <w:t xml:space="preserve"> </w:t>
            </w:r>
            <w:r w:rsidRPr="00475BB2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9C5A64" w:rsidRPr="00475BB2" w:rsidTr="00EE5281">
        <w:trPr>
          <w:cantSplit/>
        </w:trPr>
        <w:tc>
          <w:tcPr>
            <w:tcW w:w="710" w:type="dxa"/>
          </w:tcPr>
          <w:p w:rsidR="009C5A64" w:rsidRPr="001C1598" w:rsidRDefault="009C5A64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9C5A64" w:rsidRPr="005D5FF5" w:rsidRDefault="00DD3A88" w:rsidP="001C2F79">
            <w:pPr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Кукушкин</w:t>
            </w:r>
            <w:r w:rsidRPr="005D5FF5">
              <w:rPr>
                <w:rFonts w:ascii="Liberation Serif" w:hAnsi="Liberation Serif"/>
              </w:rPr>
              <w:br/>
              <w:t>Василий Николаевич</w:t>
            </w:r>
          </w:p>
        </w:tc>
        <w:tc>
          <w:tcPr>
            <w:tcW w:w="567" w:type="dxa"/>
          </w:tcPr>
          <w:p w:rsidR="009C5A64" w:rsidRPr="005D5FF5" w:rsidRDefault="009C5A64" w:rsidP="0001141D">
            <w:pPr>
              <w:jc w:val="center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9C5A64" w:rsidRPr="00475BB2" w:rsidRDefault="00DD3A88" w:rsidP="00DD3A88">
            <w:pPr>
              <w:spacing w:after="120"/>
              <w:jc w:val="both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Начальник</w:t>
            </w:r>
            <w:r w:rsidR="009C5A64" w:rsidRPr="005D5FF5">
              <w:rPr>
                <w:rFonts w:ascii="Liberation Serif" w:hAnsi="Liberation Serif"/>
              </w:rPr>
              <w:t xml:space="preserve"> Линейного пункта полиции на ст</w:t>
            </w:r>
            <w:r w:rsidRPr="005D5FF5">
              <w:rPr>
                <w:rFonts w:ascii="Liberation Serif" w:hAnsi="Liberation Serif"/>
              </w:rPr>
              <w:t xml:space="preserve">анции </w:t>
            </w:r>
            <w:r w:rsidR="009C5A64" w:rsidRPr="005D5FF5">
              <w:rPr>
                <w:rFonts w:ascii="Liberation Serif" w:hAnsi="Liberation Serif"/>
              </w:rPr>
              <w:t>Первоуральск Линейного отдела Министерства внутренних дел России на ст. Екатеринбург – Пассажирский, территориально дислоцирующегося на территории города Первоуральск (по 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431BF1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Авдеев</w:t>
            </w:r>
            <w:r w:rsidRPr="00475BB2">
              <w:rPr>
                <w:rFonts w:ascii="Liberation Serif" w:hAnsi="Liberation Serif"/>
              </w:rPr>
              <w:br/>
              <w:t>Антон Евгеньевич</w:t>
            </w:r>
          </w:p>
        </w:tc>
        <w:tc>
          <w:tcPr>
            <w:tcW w:w="567" w:type="dxa"/>
          </w:tcPr>
          <w:p w:rsidR="00475BB2" w:rsidRPr="00475BB2" w:rsidRDefault="00475BB2" w:rsidP="00431BF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</w:t>
            </w:r>
            <w:r w:rsidRPr="00475BB2">
              <w:rPr>
                <w:rFonts w:ascii="Liberation Serif" w:hAnsi="Liberation Serif"/>
                <w:bCs/>
              </w:rPr>
              <w:t>Отдела вневедомственной охраны по городу Первоуральску - филиал федерального государственного казенного учреждения «Управление вневедомственной охраны войск национальной гвардии Российской Федерации по</w:t>
            </w:r>
            <w:r>
              <w:rPr>
                <w:rFonts w:ascii="Liberation Serif" w:hAnsi="Liberation Serif"/>
                <w:bCs/>
              </w:rPr>
              <w:t> </w:t>
            </w:r>
            <w:r w:rsidRPr="00475BB2">
              <w:rPr>
                <w:rFonts w:ascii="Liberation Serif" w:hAnsi="Liberation Serif"/>
                <w:bCs/>
              </w:rPr>
              <w:t xml:space="preserve">Свердловской области» </w:t>
            </w:r>
            <w:r w:rsidRPr="00475BB2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011B67" w:rsidRPr="00475BB2" w:rsidTr="00EE5281">
        <w:trPr>
          <w:cantSplit/>
        </w:trPr>
        <w:tc>
          <w:tcPr>
            <w:tcW w:w="710" w:type="dxa"/>
          </w:tcPr>
          <w:p w:rsidR="00011B67" w:rsidRPr="001C1598" w:rsidRDefault="00011B67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011B67" w:rsidRPr="00475BB2" w:rsidRDefault="00011B67" w:rsidP="00BF26DA">
            <w:pPr>
              <w:rPr>
                <w:rFonts w:ascii="Liberation Serif" w:hAnsi="Liberation Serif"/>
              </w:rPr>
            </w:pPr>
            <w:proofErr w:type="spellStart"/>
            <w:r w:rsidRPr="00011B67">
              <w:rPr>
                <w:rFonts w:ascii="Liberation Serif" w:hAnsi="Liberation Serif"/>
              </w:rPr>
              <w:t>Атамурадов</w:t>
            </w:r>
            <w:proofErr w:type="spellEnd"/>
            <w:r w:rsidRPr="00011B67">
              <w:rPr>
                <w:rFonts w:ascii="Liberation Serif" w:hAnsi="Liberation Serif"/>
              </w:rPr>
              <w:t xml:space="preserve"> </w:t>
            </w:r>
            <w:r w:rsidRPr="00011B67">
              <w:rPr>
                <w:rFonts w:ascii="Liberation Serif" w:hAnsi="Liberation Serif"/>
              </w:rPr>
              <w:br/>
              <w:t xml:space="preserve">Руслан </w:t>
            </w:r>
            <w:proofErr w:type="spellStart"/>
            <w:r w:rsidRPr="00011B67">
              <w:rPr>
                <w:rFonts w:ascii="Liberation Serif" w:hAnsi="Liberation Serif"/>
              </w:rPr>
              <w:t>Садуллаевич</w:t>
            </w:r>
            <w:proofErr w:type="spellEnd"/>
          </w:p>
        </w:tc>
        <w:tc>
          <w:tcPr>
            <w:tcW w:w="567" w:type="dxa"/>
          </w:tcPr>
          <w:p w:rsidR="00011B67" w:rsidRPr="00475BB2" w:rsidRDefault="00011B67" w:rsidP="00BF26D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011B67" w:rsidRPr="00475BB2" w:rsidRDefault="00011B67" w:rsidP="00BF26DA">
            <w:pPr>
              <w:spacing w:after="120"/>
              <w:jc w:val="both"/>
              <w:rPr>
                <w:rFonts w:ascii="Liberation Serif" w:hAnsi="Liberation Serif"/>
              </w:rPr>
            </w:pPr>
            <w:r w:rsidRPr="001C400F">
              <w:rPr>
                <w:rFonts w:ascii="Liberation Serif" w:hAnsi="Liberation Serif"/>
              </w:rPr>
              <w:t xml:space="preserve">Начальник </w:t>
            </w:r>
            <w:r w:rsidRPr="00A81892">
              <w:rPr>
                <w:rFonts w:ascii="Liberation Serif" w:hAnsi="Liberation Serif"/>
              </w:rPr>
              <w:t xml:space="preserve">10-й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 </w:t>
            </w:r>
            <w:r>
              <w:rPr>
                <w:rFonts w:ascii="Liberation Serif" w:hAnsi="Liberation Serif"/>
              </w:rPr>
              <w:t xml:space="preserve">города </w:t>
            </w:r>
            <w:r w:rsidRPr="00A81892">
              <w:rPr>
                <w:rFonts w:ascii="Liberation Serif" w:hAnsi="Liberation Serif"/>
              </w:rPr>
              <w:t>Первоуральск</w:t>
            </w:r>
            <w:r>
              <w:rPr>
                <w:rFonts w:ascii="Liberation Serif" w:hAnsi="Liberation Serif"/>
              </w:rPr>
              <w:t xml:space="preserve"> </w:t>
            </w:r>
            <w:r w:rsidRPr="001C400F">
              <w:rPr>
                <w:rFonts w:ascii="Liberation Serif" w:hAnsi="Liberation Serif"/>
              </w:rPr>
              <w:t>(по</w:t>
            </w:r>
            <w:r>
              <w:rPr>
                <w:rFonts w:ascii="Liberation Serif" w:hAnsi="Liberation Serif"/>
              </w:rPr>
              <w:t> </w:t>
            </w:r>
            <w:r w:rsidRPr="001C400F">
              <w:rPr>
                <w:rFonts w:ascii="Liberation Serif" w:hAnsi="Liberation Serif"/>
              </w:rPr>
              <w:t>согласованию)</w:t>
            </w:r>
          </w:p>
        </w:tc>
      </w:tr>
      <w:tr w:rsidR="006E4AEA" w:rsidRPr="00475BB2" w:rsidTr="00EE5281">
        <w:trPr>
          <w:cantSplit/>
        </w:trPr>
        <w:tc>
          <w:tcPr>
            <w:tcW w:w="710" w:type="dxa"/>
          </w:tcPr>
          <w:p w:rsidR="006E4AEA" w:rsidRPr="001C1598" w:rsidRDefault="006E4AEA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6E4AEA" w:rsidRPr="00475BB2" w:rsidRDefault="006E4AEA" w:rsidP="00BA7ADD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Давыдов</w:t>
            </w:r>
            <w:r w:rsidRPr="00475BB2">
              <w:rPr>
                <w:rFonts w:ascii="Liberation Serif" w:hAnsi="Liberation Serif"/>
              </w:rPr>
              <w:br/>
              <w:t>Владимир Андреевич</w:t>
            </w:r>
          </w:p>
        </w:tc>
        <w:tc>
          <w:tcPr>
            <w:tcW w:w="567" w:type="dxa"/>
          </w:tcPr>
          <w:p w:rsidR="006E4AEA" w:rsidRPr="00475BB2" w:rsidRDefault="006E4AEA" w:rsidP="00BA7AD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6E4AEA" w:rsidRPr="00475BB2" w:rsidRDefault="006E4AEA" w:rsidP="006E4AEA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Руководитель следственного отдела по городу Первоуральску следственного управления следственного комитета Российской Федерации по Свердловской области (по</w:t>
            </w:r>
            <w:r>
              <w:rPr>
                <w:rFonts w:ascii="Liberation Serif" w:hAnsi="Liberation Serif"/>
              </w:rPr>
              <w:t> </w:t>
            </w:r>
            <w:r w:rsidRPr="00475BB2">
              <w:rPr>
                <w:rFonts w:ascii="Liberation Serif" w:hAnsi="Liberation Serif"/>
              </w:rPr>
              <w:t>согласованию)</w:t>
            </w:r>
          </w:p>
        </w:tc>
      </w:tr>
      <w:tr w:rsidR="009C5A64" w:rsidRPr="00475BB2" w:rsidTr="00EE5281">
        <w:trPr>
          <w:cantSplit/>
        </w:trPr>
        <w:tc>
          <w:tcPr>
            <w:tcW w:w="710" w:type="dxa"/>
          </w:tcPr>
          <w:p w:rsidR="009C5A64" w:rsidRPr="001C1598" w:rsidRDefault="009C5A64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9C5A64" w:rsidRPr="005D5FF5" w:rsidRDefault="00DD3A88" w:rsidP="00997BA4">
            <w:pPr>
              <w:rPr>
                <w:rFonts w:ascii="Liberation Serif" w:hAnsi="Liberation Serif"/>
              </w:rPr>
            </w:pPr>
            <w:proofErr w:type="spellStart"/>
            <w:r w:rsidRPr="005D5FF5">
              <w:rPr>
                <w:rFonts w:ascii="Liberation Serif" w:hAnsi="Liberation Serif"/>
              </w:rPr>
              <w:t>Балачук</w:t>
            </w:r>
            <w:proofErr w:type="spellEnd"/>
            <w:r w:rsidRPr="005D5FF5">
              <w:rPr>
                <w:rFonts w:ascii="Liberation Serif" w:hAnsi="Liberation Serif"/>
              </w:rPr>
              <w:br/>
              <w:t>Сергей Анатольевич</w:t>
            </w:r>
          </w:p>
        </w:tc>
        <w:tc>
          <w:tcPr>
            <w:tcW w:w="567" w:type="dxa"/>
          </w:tcPr>
          <w:p w:rsidR="009C5A64" w:rsidRPr="005D5FF5" w:rsidRDefault="009C5A64" w:rsidP="00997BA4">
            <w:pPr>
              <w:jc w:val="center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9C5A64" w:rsidRPr="00475BB2" w:rsidRDefault="009C5A64" w:rsidP="008505BC">
            <w:pPr>
              <w:spacing w:after="120"/>
              <w:jc w:val="both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 xml:space="preserve">Начальник Филиала по </w:t>
            </w:r>
            <w:r w:rsidR="008505BC" w:rsidRPr="005D5FF5">
              <w:rPr>
                <w:rFonts w:ascii="Liberation Serif" w:hAnsi="Liberation Serif"/>
              </w:rPr>
              <w:t>муниципальному</w:t>
            </w:r>
            <w:r w:rsidRPr="005D5FF5">
              <w:rPr>
                <w:rFonts w:ascii="Liberation Serif" w:hAnsi="Liberation Serif"/>
              </w:rPr>
              <w:t xml:space="preserve"> округу Первоуральск Федерального казенного учреждения «Уголовно-исполнительная инспекция Главного управления Федеральной службы исполнения наказаний по Свердловской области» </w:t>
            </w:r>
            <w:r w:rsidRPr="005D5FF5">
              <w:rPr>
                <w:rFonts w:ascii="Liberation Serif" w:hAnsi="Liberation Serif"/>
              </w:rPr>
              <w:br/>
              <w:t>(по согласованию)</w:t>
            </w:r>
          </w:p>
        </w:tc>
      </w:tr>
      <w:tr w:rsidR="001C1598" w:rsidRPr="00475BB2" w:rsidTr="00EE5281">
        <w:trPr>
          <w:cantSplit/>
        </w:trPr>
        <w:tc>
          <w:tcPr>
            <w:tcW w:w="710" w:type="dxa"/>
          </w:tcPr>
          <w:p w:rsidR="001C1598" w:rsidRPr="001C1598" w:rsidRDefault="001C1598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C1598" w:rsidRPr="00475BB2" w:rsidRDefault="005674AD" w:rsidP="005674AD">
            <w:pPr>
              <w:rPr>
                <w:rFonts w:ascii="Liberation Serif" w:hAnsi="Liberation Serif"/>
              </w:rPr>
            </w:pPr>
            <w:r w:rsidRPr="005674AD">
              <w:rPr>
                <w:rFonts w:ascii="Liberation Serif" w:hAnsi="Liberation Serif"/>
              </w:rPr>
              <w:t xml:space="preserve">Рыбаков </w:t>
            </w:r>
            <w:r>
              <w:rPr>
                <w:rFonts w:ascii="Liberation Serif" w:hAnsi="Liberation Serif"/>
              </w:rPr>
              <w:br/>
            </w:r>
            <w:r w:rsidRPr="005674AD">
              <w:rPr>
                <w:rFonts w:ascii="Liberation Serif" w:hAnsi="Liberation Serif"/>
              </w:rPr>
              <w:t>Олег Валерьевич</w:t>
            </w:r>
          </w:p>
        </w:tc>
        <w:tc>
          <w:tcPr>
            <w:tcW w:w="567" w:type="dxa"/>
          </w:tcPr>
          <w:p w:rsidR="001C1598" w:rsidRDefault="001C1598" w:rsidP="00997BA4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1C1598" w:rsidRPr="00475BB2" w:rsidRDefault="005674AD" w:rsidP="005674AD">
            <w:pPr>
              <w:spacing w:after="1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</w:t>
            </w:r>
            <w:r w:rsidRPr="005674AD">
              <w:rPr>
                <w:rFonts w:ascii="Liberation Serif" w:hAnsi="Liberation Serif"/>
              </w:rPr>
              <w:t>аместител</w:t>
            </w:r>
            <w:r>
              <w:rPr>
                <w:rFonts w:ascii="Liberation Serif" w:hAnsi="Liberation Serif"/>
              </w:rPr>
              <w:t>ь</w:t>
            </w:r>
            <w:r w:rsidRPr="005674AD">
              <w:rPr>
                <w:rFonts w:ascii="Liberation Serif" w:hAnsi="Liberation Serif"/>
              </w:rPr>
              <w:t xml:space="preserve"> главного врача </w:t>
            </w:r>
            <w:r w:rsidR="008D51D2">
              <w:rPr>
                <w:rFonts w:ascii="Liberation Serif" w:hAnsi="Liberation Serif"/>
              </w:rPr>
              <w:t xml:space="preserve">государственного автономного учреждения здравоохранения Свердловской области «Городская больница город Первоуральск» </w:t>
            </w:r>
            <w:r w:rsidRPr="005674AD">
              <w:rPr>
                <w:rFonts w:ascii="Liberation Serif" w:hAnsi="Liberation Serif"/>
              </w:rPr>
              <w:t xml:space="preserve">по административно-хозяйственной части </w:t>
            </w:r>
            <w:r w:rsidR="001C1598">
              <w:rPr>
                <w:rFonts w:ascii="Liberation Serif" w:hAnsi="Liberation Serif"/>
                <w:bCs/>
              </w:rPr>
              <w:t>(по согласованию)</w:t>
            </w:r>
          </w:p>
        </w:tc>
      </w:tr>
      <w:tr w:rsidR="00625B29" w:rsidRPr="00475BB2" w:rsidTr="00EE5281">
        <w:trPr>
          <w:cantSplit/>
        </w:trPr>
        <w:tc>
          <w:tcPr>
            <w:tcW w:w="710" w:type="dxa"/>
          </w:tcPr>
          <w:p w:rsidR="00625B29" w:rsidRPr="001C1598" w:rsidRDefault="00625B29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625B29" w:rsidRPr="00956D90" w:rsidRDefault="00956D90" w:rsidP="005674AD">
            <w:pPr>
              <w:rPr>
                <w:rFonts w:ascii="Liberation Serif" w:hAnsi="Liberation Serif"/>
              </w:rPr>
            </w:pPr>
            <w:r w:rsidRPr="00956D90">
              <w:rPr>
                <w:rFonts w:ascii="Liberation Serif" w:hAnsi="Liberation Serif"/>
              </w:rPr>
              <w:t>Веберов</w:t>
            </w:r>
            <w:r w:rsidRPr="00956D90">
              <w:rPr>
                <w:rFonts w:ascii="Liberation Serif" w:hAnsi="Liberation Serif"/>
              </w:rPr>
              <w:br/>
              <w:t>Марк Михайлович</w:t>
            </w:r>
          </w:p>
        </w:tc>
        <w:tc>
          <w:tcPr>
            <w:tcW w:w="567" w:type="dxa"/>
          </w:tcPr>
          <w:p w:rsidR="00625B29" w:rsidRPr="00956D90" w:rsidRDefault="00625B29" w:rsidP="00997BA4">
            <w:pPr>
              <w:jc w:val="center"/>
              <w:rPr>
                <w:rFonts w:ascii="Liberation Serif" w:hAnsi="Liberation Serif"/>
              </w:rPr>
            </w:pPr>
            <w:r w:rsidRPr="00956D90"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625B29" w:rsidRDefault="00956D90" w:rsidP="00956D90">
            <w:pPr>
              <w:spacing w:after="120"/>
              <w:jc w:val="both"/>
              <w:rPr>
                <w:rFonts w:ascii="Liberation Serif" w:hAnsi="Liberation Serif"/>
              </w:rPr>
            </w:pPr>
            <w:r w:rsidRPr="00956D90">
              <w:rPr>
                <w:rFonts w:ascii="Liberation Serif" w:hAnsi="Liberation Serif"/>
              </w:rPr>
              <w:t xml:space="preserve">Заместитель управляющего </w:t>
            </w:r>
            <w:r>
              <w:rPr>
                <w:rFonts w:ascii="Liberation Serif" w:hAnsi="Liberation Serif"/>
              </w:rPr>
              <w:t>а</w:t>
            </w:r>
            <w:r w:rsidR="00625B29" w:rsidRPr="00956D90">
              <w:rPr>
                <w:rFonts w:ascii="Liberation Serif" w:hAnsi="Liberation Serif"/>
              </w:rPr>
              <w:t>дминистраци</w:t>
            </w:r>
            <w:r>
              <w:rPr>
                <w:rFonts w:ascii="Liberation Serif" w:hAnsi="Liberation Serif"/>
              </w:rPr>
              <w:t>ей</w:t>
            </w:r>
            <w:r w:rsidR="00625B29" w:rsidRPr="00956D90">
              <w:rPr>
                <w:rFonts w:ascii="Liberation Serif" w:hAnsi="Liberation Serif"/>
              </w:rPr>
              <w:t xml:space="preserve"> Западного управленческого округа Свердловской области (по согласованию)</w:t>
            </w:r>
          </w:p>
        </w:tc>
      </w:tr>
      <w:tr w:rsidR="008D51D2" w:rsidRPr="00475BB2" w:rsidTr="00EE5281">
        <w:trPr>
          <w:cantSplit/>
        </w:trPr>
        <w:tc>
          <w:tcPr>
            <w:tcW w:w="710" w:type="dxa"/>
          </w:tcPr>
          <w:p w:rsidR="008D51D2" w:rsidRPr="001C1598" w:rsidRDefault="008D51D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D51D2" w:rsidRPr="005D5FF5" w:rsidRDefault="00DD3A88" w:rsidP="00DD3A88">
            <w:pPr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 xml:space="preserve">Медведева </w:t>
            </w:r>
            <w:r w:rsidRPr="005D5FF5">
              <w:rPr>
                <w:rFonts w:ascii="Liberation Serif" w:hAnsi="Liberation Serif"/>
              </w:rPr>
              <w:br/>
              <w:t>Елена Николаевна</w:t>
            </w:r>
          </w:p>
        </w:tc>
        <w:tc>
          <w:tcPr>
            <w:tcW w:w="567" w:type="dxa"/>
          </w:tcPr>
          <w:p w:rsidR="008D51D2" w:rsidRPr="005D5FF5" w:rsidRDefault="008D51D2" w:rsidP="00997BA4">
            <w:pPr>
              <w:jc w:val="center"/>
              <w:rPr>
                <w:rFonts w:ascii="Liberation Serif" w:hAnsi="Liberation Serif"/>
              </w:rPr>
            </w:pPr>
            <w:r w:rsidRPr="005D5FF5"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8D51D2" w:rsidRPr="001C1598" w:rsidRDefault="00DD3A88" w:rsidP="00DD3A88">
            <w:pPr>
              <w:spacing w:after="120"/>
              <w:jc w:val="both"/>
              <w:rPr>
                <w:rFonts w:ascii="Liberation Serif" w:hAnsi="Liberation Serif"/>
                <w:bCs/>
              </w:rPr>
            </w:pPr>
            <w:r w:rsidRPr="005D5FF5">
              <w:rPr>
                <w:rFonts w:ascii="Liberation Serif" w:hAnsi="Liberation Serif"/>
                <w:color w:val="000000"/>
              </w:rPr>
              <w:t>Н</w:t>
            </w:r>
            <w:r w:rsidR="008D51D2" w:rsidRPr="005D5FF5">
              <w:rPr>
                <w:rFonts w:ascii="Liberation Serif" w:hAnsi="Liberation Serif"/>
                <w:color w:val="000000"/>
              </w:rPr>
              <w:t>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№ 5 (по согласованию)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Селькова </w:t>
            </w:r>
            <w:r w:rsidRPr="00475BB2">
              <w:rPr>
                <w:rFonts w:ascii="Liberation Serif" w:hAnsi="Liberation Serif"/>
              </w:rPr>
              <w:br/>
              <w:t>Галина Васильевна</w:t>
            </w:r>
          </w:p>
        </w:tc>
        <w:tc>
          <w:tcPr>
            <w:tcW w:w="567" w:type="dxa"/>
          </w:tcPr>
          <w:p w:rsidR="00475BB2" w:rsidRPr="00475BB2" w:rsidRDefault="00475BB2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475BB2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Председатель Первоуральской городской Думы</w:t>
            </w:r>
            <w:r>
              <w:rPr>
                <w:rFonts w:ascii="Liberation Serif" w:hAnsi="Liberation Serif"/>
              </w:rPr>
              <w:t xml:space="preserve"> (</w:t>
            </w:r>
            <w:r w:rsidR="00EE5281">
              <w:rPr>
                <w:rFonts w:ascii="Liberation Serif" w:hAnsi="Liberation Serif"/>
              </w:rPr>
              <w:t>по согласованию</w:t>
            </w:r>
            <w:r>
              <w:rPr>
                <w:rFonts w:ascii="Liberation Serif" w:hAnsi="Liberation Serif"/>
              </w:rPr>
              <w:t>)</w:t>
            </w:r>
          </w:p>
        </w:tc>
      </w:tr>
      <w:tr w:rsidR="00EE5281" w:rsidRPr="00475BB2" w:rsidTr="00EE5281">
        <w:trPr>
          <w:cantSplit/>
        </w:trPr>
        <w:tc>
          <w:tcPr>
            <w:tcW w:w="710" w:type="dxa"/>
          </w:tcPr>
          <w:p w:rsidR="00EE5281" w:rsidRPr="001C1598" w:rsidRDefault="00EE5281" w:rsidP="00CB5841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E5281" w:rsidP="00CB5841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Коршунова</w:t>
            </w:r>
            <w:r w:rsidRPr="00475BB2">
              <w:rPr>
                <w:rFonts w:ascii="Liberation Serif" w:hAnsi="Liberation Serif"/>
              </w:rPr>
              <w:br/>
              <w:t>Ольга Николаевна</w:t>
            </w:r>
          </w:p>
        </w:tc>
        <w:tc>
          <w:tcPr>
            <w:tcW w:w="567" w:type="dxa"/>
          </w:tcPr>
          <w:p w:rsidR="00EE5281" w:rsidRPr="00475BB2" w:rsidRDefault="00EE5281" w:rsidP="00CB58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Управления образования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EE5281" w:rsidRPr="00475BB2" w:rsidTr="00EE5281">
        <w:trPr>
          <w:cantSplit/>
        </w:trPr>
        <w:tc>
          <w:tcPr>
            <w:tcW w:w="710" w:type="dxa"/>
          </w:tcPr>
          <w:p w:rsidR="00EE5281" w:rsidRPr="001C1598" w:rsidRDefault="00EE5281" w:rsidP="00CB5841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3730A" w:rsidP="00CB584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Кушев</w:t>
            </w:r>
            <w:r w:rsidR="00EE5281" w:rsidRPr="00475BB2">
              <w:rPr>
                <w:rFonts w:ascii="Liberation Serif" w:hAnsi="Liberation Serif"/>
              </w:rPr>
              <w:t xml:space="preserve"> </w:t>
            </w:r>
            <w:r w:rsidR="00EE5281" w:rsidRPr="00475BB2">
              <w:rPr>
                <w:rFonts w:ascii="Liberation Serif" w:hAnsi="Liberation Serif"/>
              </w:rPr>
              <w:br/>
            </w:r>
            <w:r w:rsidRPr="00E3730A">
              <w:rPr>
                <w:rFonts w:ascii="Liberation Serif" w:hAnsi="Liberation Serif"/>
                <w:bCs/>
              </w:rPr>
              <w:t>Андрей Васильевич</w:t>
            </w:r>
          </w:p>
        </w:tc>
        <w:tc>
          <w:tcPr>
            <w:tcW w:w="567" w:type="dxa"/>
          </w:tcPr>
          <w:p w:rsidR="00EE5281" w:rsidRPr="00475BB2" w:rsidRDefault="00EE5281" w:rsidP="00CB584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</w:t>
            </w:r>
            <w:r w:rsidR="00E3730A" w:rsidRPr="00E3730A">
              <w:rPr>
                <w:rFonts w:ascii="Liberation Serif" w:hAnsi="Liberation Serif"/>
              </w:rPr>
              <w:t xml:space="preserve">Управления жилищно-коммунального хозяйства и строительства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Черных</w:t>
            </w:r>
            <w:r w:rsidRPr="00475BB2">
              <w:rPr>
                <w:rFonts w:ascii="Liberation Serif" w:hAnsi="Liberation Serif"/>
              </w:rPr>
              <w:br/>
              <w:t>Дмитрий Валентинович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Новоалексеевского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Овсянников</w:t>
            </w:r>
            <w:r w:rsidRPr="00475BB2">
              <w:rPr>
                <w:rFonts w:ascii="Liberation Serif" w:hAnsi="Liberation Serif"/>
              </w:rPr>
              <w:br/>
              <w:t>Александр Владимирович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Кузинского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Санников </w:t>
            </w:r>
            <w:r w:rsidRPr="00475BB2">
              <w:rPr>
                <w:rFonts w:ascii="Liberation Serif" w:hAnsi="Liberation Serif"/>
              </w:rPr>
              <w:br/>
              <w:t>Александр Юрьевич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Новоуткинского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475BB2" w:rsidRPr="00475BB2" w:rsidTr="00EE5281">
        <w:trPr>
          <w:cantSplit/>
        </w:trPr>
        <w:tc>
          <w:tcPr>
            <w:tcW w:w="710" w:type="dxa"/>
          </w:tcPr>
          <w:p w:rsidR="00475BB2" w:rsidRPr="001C1598" w:rsidRDefault="00475BB2" w:rsidP="001C1598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475BB2" w:rsidRPr="00475BB2" w:rsidRDefault="00475BB2" w:rsidP="000B2643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Третьяков</w:t>
            </w:r>
            <w:r w:rsidRPr="00475BB2">
              <w:rPr>
                <w:rFonts w:ascii="Liberation Serif" w:hAnsi="Liberation Serif"/>
              </w:rPr>
              <w:br/>
              <w:t>Константин Валерьевич</w:t>
            </w:r>
          </w:p>
        </w:tc>
        <w:tc>
          <w:tcPr>
            <w:tcW w:w="567" w:type="dxa"/>
          </w:tcPr>
          <w:p w:rsidR="00475BB2" w:rsidRPr="00475BB2" w:rsidRDefault="00EE5281" w:rsidP="00475BB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475BB2" w:rsidRPr="00475BB2" w:rsidRDefault="00475BB2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Начальник Билимбаевского сельского территориального управления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EE5281" w:rsidRPr="00475BB2" w:rsidTr="00EE5281">
        <w:tc>
          <w:tcPr>
            <w:tcW w:w="710" w:type="dxa"/>
          </w:tcPr>
          <w:p w:rsidR="00EE5281" w:rsidRPr="001C1598" w:rsidRDefault="00EE5281" w:rsidP="0028044E">
            <w:pPr>
              <w:pStyle w:val="a8"/>
              <w:numPr>
                <w:ilvl w:val="0"/>
                <w:numId w:val="1"/>
              </w:num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EE5281" w:rsidRPr="00475BB2" w:rsidRDefault="00EE5281" w:rsidP="0028044E">
            <w:pPr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 xml:space="preserve">Щербаков </w:t>
            </w:r>
            <w:r w:rsidRPr="00475BB2">
              <w:rPr>
                <w:rFonts w:ascii="Liberation Serif" w:hAnsi="Liberation Serif"/>
              </w:rPr>
              <w:br/>
              <w:t>Сергей Викторович</w:t>
            </w:r>
          </w:p>
        </w:tc>
        <w:tc>
          <w:tcPr>
            <w:tcW w:w="567" w:type="dxa"/>
          </w:tcPr>
          <w:p w:rsidR="00EE5281" w:rsidRPr="00475BB2" w:rsidRDefault="00EE5281" w:rsidP="0028044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5528" w:type="dxa"/>
          </w:tcPr>
          <w:p w:rsidR="00EE5281" w:rsidRPr="00475BB2" w:rsidRDefault="00EE5281" w:rsidP="001C2F79">
            <w:pPr>
              <w:spacing w:after="120"/>
              <w:jc w:val="both"/>
              <w:rPr>
                <w:rFonts w:ascii="Liberation Serif" w:hAnsi="Liberation Serif"/>
              </w:rPr>
            </w:pPr>
            <w:r w:rsidRPr="00475BB2">
              <w:rPr>
                <w:rFonts w:ascii="Liberation Serif" w:hAnsi="Liberation Serif"/>
              </w:rPr>
              <w:t>Председатель комитета по правовой работе и муниципальной службе</w:t>
            </w:r>
            <w:r w:rsidR="009E325B">
              <w:rPr>
                <w:rFonts w:ascii="Liberation Serif" w:hAnsi="Liberation Serif"/>
              </w:rPr>
              <w:t xml:space="preserve"> </w:t>
            </w:r>
            <w:r w:rsidR="009E325B" w:rsidRPr="00475BB2">
              <w:rPr>
                <w:rFonts w:ascii="Liberation Serif" w:hAnsi="Liberation Serif"/>
              </w:rPr>
              <w:t xml:space="preserve">Администрации </w:t>
            </w:r>
            <w:r w:rsidR="001C2F79">
              <w:rPr>
                <w:rFonts w:ascii="Liberation Serif" w:hAnsi="Liberation Serif"/>
              </w:rPr>
              <w:t>муниципального</w:t>
            </w:r>
            <w:r w:rsidR="009E325B" w:rsidRPr="00475BB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</w:tbl>
    <w:p w:rsidR="00FB4499" w:rsidRPr="001C400F" w:rsidRDefault="00FB4499" w:rsidP="00C32CAF">
      <w:pPr>
        <w:rPr>
          <w:rFonts w:ascii="Liberation Serif" w:hAnsi="Liberation Serif"/>
        </w:rPr>
      </w:pPr>
    </w:p>
    <w:sectPr w:rsidR="00FB4499" w:rsidRPr="001C400F" w:rsidSect="00B06BCA">
      <w:headerReference w:type="default" r:id="rId8"/>
      <w:pgSz w:w="11906" w:h="16838"/>
      <w:pgMar w:top="1241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1A2" w:rsidRDefault="00A011A2" w:rsidP="00B06BCA">
      <w:pPr>
        <w:spacing w:after="0" w:line="240" w:lineRule="auto"/>
      </w:pPr>
      <w:r>
        <w:separator/>
      </w:r>
    </w:p>
  </w:endnote>
  <w:endnote w:type="continuationSeparator" w:id="0">
    <w:p w:rsidR="00A011A2" w:rsidRDefault="00A011A2" w:rsidP="00B0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заседания антитеррористическо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1A2" w:rsidRDefault="00A011A2" w:rsidP="00B06BCA">
      <w:pPr>
        <w:spacing w:after="0" w:line="240" w:lineRule="auto"/>
      </w:pPr>
      <w:r>
        <w:separator/>
      </w:r>
    </w:p>
  </w:footnote>
  <w:footnote w:type="continuationSeparator" w:id="0">
    <w:p w:rsidR="00A011A2" w:rsidRDefault="00A011A2" w:rsidP="00B06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991865"/>
      <w:docPartObj>
        <w:docPartGallery w:val="Page Numbers (Top of Page)"/>
        <w:docPartUnique/>
      </w:docPartObj>
    </w:sdtPr>
    <w:sdtEndPr/>
    <w:sdtContent>
      <w:p w:rsidR="00B06BCA" w:rsidRDefault="00B06BCA">
        <w:pPr>
          <w:pStyle w:val="a4"/>
          <w:jc w:val="center"/>
        </w:pPr>
        <w:r w:rsidRPr="00B06BCA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B06BCA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 w:rsidR="00E33771">
          <w:rPr>
            <w:rFonts w:ascii="Liberation Serif" w:hAnsi="Liberation Serif" w:cs="Liberation Serif"/>
            <w:noProof/>
            <w:sz w:val="28"/>
            <w:szCs w:val="28"/>
          </w:rPr>
          <w:t>2</w:t>
        </w:r>
        <w:r w:rsidRPr="00B06BCA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B06BCA" w:rsidRDefault="00B06B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4CB0"/>
    <w:multiLevelType w:val="hybridMultilevel"/>
    <w:tmpl w:val="7B1AFE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499"/>
    <w:rsid w:val="00011B67"/>
    <w:rsid w:val="0007295A"/>
    <w:rsid w:val="000B2643"/>
    <w:rsid w:val="000C6D71"/>
    <w:rsid w:val="001624CA"/>
    <w:rsid w:val="00170C85"/>
    <w:rsid w:val="0018095E"/>
    <w:rsid w:val="001950B9"/>
    <w:rsid w:val="001C1598"/>
    <w:rsid w:val="001C2F79"/>
    <w:rsid w:val="001C400F"/>
    <w:rsid w:val="00264D6C"/>
    <w:rsid w:val="00283009"/>
    <w:rsid w:val="00287885"/>
    <w:rsid w:val="00293138"/>
    <w:rsid w:val="002C689C"/>
    <w:rsid w:val="00374F86"/>
    <w:rsid w:val="00475BB2"/>
    <w:rsid w:val="0055523D"/>
    <w:rsid w:val="00563C32"/>
    <w:rsid w:val="00567472"/>
    <w:rsid w:val="005674AD"/>
    <w:rsid w:val="005D5FF5"/>
    <w:rsid w:val="0061726A"/>
    <w:rsid w:val="00625B29"/>
    <w:rsid w:val="00685DD6"/>
    <w:rsid w:val="006E4AEA"/>
    <w:rsid w:val="00722B6F"/>
    <w:rsid w:val="00732C45"/>
    <w:rsid w:val="00735742"/>
    <w:rsid w:val="007D74BB"/>
    <w:rsid w:val="008505BC"/>
    <w:rsid w:val="00877EF8"/>
    <w:rsid w:val="008B3DC6"/>
    <w:rsid w:val="008D51D2"/>
    <w:rsid w:val="00956D90"/>
    <w:rsid w:val="009C5A64"/>
    <w:rsid w:val="009E325B"/>
    <w:rsid w:val="009E3B0C"/>
    <w:rsid w:val="00A011A2"/>
    <w:rsid w:val="00A11955"/>
    <w:rsid w:val="00A604BC"/>
    <w:rsid w:val="00B0253D"/>
    <w:rsid w:val="00B06BCA"/>
    <w:rsid w:val="00B203BC"/>
    <w:rsid w:val="00B31C42"/>
    <w:rsid w:val="00B64574"/>
    <w:rsid w:val="00B64B1C"/>
    <w:rsid w:val="00B753E0"/>
    <w:rsid w:val="00B82734"/>
    <w:rsid w:val="00BE0961"/>
    <w:rsid w:val="00C1046E"/>
    <w:rsid w:val="00C20BCE"/>
    <w:rsid w:val="00C32CAF"/>
    <w:rsid w:val="00C45C2A"/>
    <w:rsid w:val="00C80245"/>
    <w:rsid w:val="00C97B56"/>
    <w:rsid w:val="00CB1036"/>
    <w:rsid w:val="00CB4134"/>
    <w:rsid w:val="00CE05C4"/>
    <w:rsid w:val="00D02F71"/>
    <w:rsid w:val="00D03776"/>
    <w:rsid w:val="00DB183B"/>
    <w:rsid w:val="00DC0A89"/>
    <w:rsid w:val="00DD3A88"/>
    <w:rsid w:val="00E33771"/>
    <w:rsid w:val="00E3730A"/>
    <w:rsid w:val="00E761CE"/>
    <w:rsid w:val="00E844B6"/>
    <w:rsid w:val="00EE5281"/>
    <w:rsid w:val="00F2412E"/>
    <w:rsid w:val="00F67E3A"/>
    <w:rsid w:val="00FB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1C1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заседания антитеррористической" w:eastAsia="Calibri" w:hAnsi="заседания антитеррористической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6BCA"/>
    <w:rPr>
      <w:rFonts w:ascii="Calibri" w:hAnsi="Calibri"/>
    </w:rPr>
  </w:style>
  <w:style w:type="paragraph" w:styleId="a6">
    <w:name w:val="footer"/>
    <w:basedOn w:val="a"/>
    <w:link w:val="a7"/>
    <w:uiPriority w:val="99"/>
    <w:unhideWhenUsed/>
    <w:rsid w:val="00B06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6BCA"/>
    <w:rPr>
      <w:rFonts w:ascii="Calibri" w:hAnsi="Calibri"/>
    </w:rPr>
  </w:style>
  <w:style w:type="paragraph" w:styleId="a8">
    <w:name w:val="List Paragraph"/>
    <w:basedOn w:val="a"/>
    <w:uiPriority w:val="34"/>
    <w:qFormat/>
    <w:rsid w:val="001C1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4</cp:revision>
  <dcterms:created xsi:type="dcterms:W3CDTF">2025-07-29T05:40:00Z</dcterms:created>
  <dcterms:modified xsi:type="dcterms:W3CDTF">2025-07-30T10:58:00Z</dcterms:modified>
</cp:coreProperties>
</file>