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23" w:rsidRPr="007B6123" w:rsidRDefault="007B6123" w:rsidP="007B6123">
      <w:pPr>
        <w:suppressAutoHyphens w:val="0"/>
        <w:autoSpaceDN/>
        <w:jc w:val="center"/>
        <w:textAlignment w:val="auto"/>
      </w:pPr>
      <w:r w:rsidRPr="007B6123">
        <w:rPr>
          <w:noProof/>
        </w:rPr>
        <w:drawing>
          <wp:inline distT="0" distB="0" distL="0" distR="0" wp14:anchorId="0E9FE777" wp14:editId="277F8814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123" w:rsidRPr="007B6123" w:rsidRDefault="007B6123" w:rsidP="007B6123">
      <w:pPr>
        <w:suppressAutoHyphens w:val="0"/>
        <w:autoSpaceDN/>
        <w:jc w:val="center"/>
        <w:textAlignment w:val="auto"/>
      </w:pPr>
    </w:p>
    <w:p w:rsidR="007B6123" w:rsidRPr="007B6123" w:rsidRDefault="007B6123" w:rsidP="007B6123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7B6123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7B6123" w:rsidRPr="007B6123" w:rsidRDefault="007B6123" w:rsidP="007B6123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7B6123">
        <w:rPr>
          <w:b/>
          <w:w w:val="160"/>
          <w:sz w:val="36"/>
          <w:szCs w:val="20"/>
        </w:rPr>
        <w:t>ПОСТАНОВЛЕНИЕ</w:t>
      </w:r>
    </w:p>
    <w:p w:rsidR="007B6123" w:rsidRPr="007B6123" w:rsidRDefault="007B6123" w:rsidP="007B6123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7B6123" w:rsidRPr="007B6123" w:rsidRDefault="007B6123" w:rsidP="007B6123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7B6123" w:rsidRPr="007B6123" w:rsidRDefault="007B6123" w:rsidP="007B6123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7B6123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43946" wp14:editId="6B6617F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78"/>
        <w:gridCol w:w="3282"/>
      </w:tblGrid>
      <w:tr w:rsidR="007B6123" w:rsidRPr="007B6123" w:rsidTr="007B612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6123" w:rsidRPr="007B6123" w:rsidRDefault="007B6123" w:rsidP="007B6123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01.09.2025</w:t>
            </w:r>
          </w:p>
        </w:tc>
        <w:tc>
          <w:tcPr>
            <w:tcW w:w="3322" w:type="dxa"/>
            <w:vAlign w:val="bottom"/>
            <w:hideMark/>
          </w:tcPr>
          <w:p w:rsidR="007B6123" w:rsidRPr="007B6123" w:rsidRDefault="007B6123" w:rsidP="007B6123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7B6123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6123" w:rsidRPr="007B6123" w:rsidRDefault="007B6123" w:rsidP="007B6123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  <w:bookmarkStart w:id="0" w:name="_GoBack"/>
            <w:bookmarkEnd w:id="0"/>
          </w:p>
        </w:tc>
      </w:tr>
    </w:tbl>
    <w:p w:rsidR="007B6123" w:rsidRPr="007B6123" w:rsidRDefault="007B6123" w:rsidP="007B6123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7B6123" w:rsidRPr="007B6123" w:rsidRDefault="007B6123" w:rsidP="007B6123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7B6123">
        <w:rPr>
          <w:sz w:val="28"/>
          <w:szCs w:val="28"/>
        </w:rPr>
        <w:t>г. Первоуральск</w:t>
      </w:r>
    </w:p>
    <w:p w:rsidR="00B84774" w:rsidRDefault="00B84774">
      <w:pPr>
        <w:rPr>
          <w:rFonts w:ascii="Liberation Serif" w:hAnsi="Liberation Serif"/>
        </w:rPr>
      </w:pPr>
    </w:p>
    <w:tbl>
      <w:tblPr>
        <w:tblW w:w="9226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499"/>
        <w:gridCol w:w="4748"/>
      </w:tblGrid>
      <w:tr w:rsidR="00B84774" w:rsidTr="007B6123">
        <w:tc>
          <w:tcPr>
            <w:tcW w:w="3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  <w:p w:rsidR="00B84774" w:rsidRDefault="003C474F" w:rsidP="008E1DD4">
            <w:pPr>
              <w:jc w:val="both"/>
            </w:pPr>
            <w:r>
              <w:rPr>
                <w:rFonts w:ascii="Liberation Serif" w:hAnsi="Liberation Serif"/>
                <w:bCs/>
                <w:iCs/>
              </w:rPr>
              <w:t xml:space="preserve">О внесении изменений в состав антитеррористической комиссии </w:t>
            </w:r>
            <w:r w:rsidR="008E1DD4">
              <w:rPr>
                <w:rFonts w:ascii="Liberation Serif" w:hAnsi="Liberation Serif"/>
                <w:bCs/>
                <w:iCs/>
              </w:rPr>
              <w:t>муниципального</w:t>
            </w:r>
            <w:r>
              <w:rPr>
                <w:rFonts w:ascii="Liberation Serif" w:hAnsi="Liberation Serif"/>
                <w:bCs/>
                <w:iCs/>
              </w:rPr>
              <w:t xml:space="preserve"> округа Первоуральск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B84774" w:rsidRDefault="00B84774">
      <w:pPr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3C474F" w:rsidP="00177ADD">
      <w:pPr>
        <w:ind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В </w:t>
      </w:r>
      <w:r w:rsidR="00177ADD" w:rsidRPr="00177ADD">
        <w:rPr>
          <w:rFonts w:ascii="Liberation Serif" w:hAnsi="Liberation Serif"/>
          <w:bCs/>
        </w:rPr>
        <w:t>целях реализации решения антитеррористической комиссии в Свердловской области от </w:t>
      </w:r>
      <w:r w:rsidR="00177ADD">
        <w:rPr>
          <w:rFonts w:ascii="Liberation Serif" w:hAnsi="Liberation Serif"/>
          <w:bCs/>
        </w:rPr>
        <w:t>25 марта 2025</w:t>
      </w:r>
      <w:r w:rsidR="00177ADD" w:rsidRPr="00177ADD">
        <w:rPr>
          <w:rFonts w:ascii="Liberation Serif" w:hAnsi="Liberation Serif"/>
          <w:bCs/>
        </w:rPr>
        <w:t> года № </w:t>
      </w:r>
      <w:r w:rsidR="00177ADD">
        <w:rPr>
          <w:rFonts w:ascii="Liberation Serif" w:hAnsi="Liberation Serif"/>
          <w:bCs/>
        </w:rPr>
        <w:t>1</w:t>
      </w:r>
      <w:r w:rsidR="00177ADD" w:rsidRPr="00177ADD">
        <w:rPr>
          <w:rFonts w:ascii="Liberation Serif" w:hAnsi="Liberation Serif"/>
          <w:bCs/>
        </w:rPr>
        <w:t> «Об организации деятельности антитеррористических комиссий муниципальных образований, расположенных на территории Свердловской области»</w:t>
      </w:r>
      <w:r>
        <w:rPr>
          <w:rFonts w:ascii="Liberation Serif" w:hAnsi="Liberation Serif"/>
          <w:bCs/>
        </w:rPr>
        <w:t xml:space="preserve">, руководствуясь Уставом </w:t>
      </w:r>
      <w:r w:rsidR="008E1DD4">
        <w:rPr>
          <w:rFonts w:ascii="Liberation Serif" w:hAnsi="Liberation Serif"/>
          <w:bCs/>
        </w:rPr>
        <w:t>муниципального</w:t>
      </w:r>
      <w:r>
        <w:rPr>
          <w:rFonts w:ascii="Liberation Serif" w:hAnsi="Liberation Serif"/>
          <w:bCs/>
        </w:rPr>
        <w:t xml:space="preserve"> округа Первоуральск, рассмотрев результаты согласования с соответствующими организациями</w:t>
      </w:r>
    </w:p>
    <w:p w:rsidR="00B84774" w:rsidRDefault="00B84774">
      <w:pPr>
        <w:jc w:val="both"/>
        <w:rPr>
          <w:rFonts w:ascii="Liberation Serif" w:hAnsi="Liberation Serif"/>
          <w:bCs/>
        </w:rPr>
      </w:pPr>
    </w:p>
    <w:p w:rsidR="00B84774" w:rsidRDefault="00B84774">
      <w:pPr>
        <w:jc w:val="both"/>
        <w:rPr>
          <w:rFonts w:ascii="Liberation Serif" w:hAnsi="Liberation Serif"/>
          <w:bCs/>
        </w:rPr>
      </w:pPr>
    </w:p>
    <w:p w:rsidR="00B84774" w:rsidRDefault="003C474F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ПОСТАНОВЛЯЮ: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Внести изменения в состав антитеррористической комиссии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Первоуральск, утвержденный постановлением Главы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от </w:t>
      </w:r>
      <w:r w:rsidR="00123936">
        <w:rPr>
          <w:rFonts w:ascii="Liberation Serif" w:hAnsi="Liberation Serif"/>
          <w:sz w:val="24"/>
          <w:szCs w:val="24"/>
        </w:rPr>
        <w:t>16</w:t>
      </w:r>
      <w:r>
        <w:rPr>
          <w:rFonts w:ascii="Liberation Serif" w:hAnsi="Liberation Serif"/>
          <w:sz w:val="24"/>
          <w:szCs w:val="24"/>
        </w:rPr>
        <w:t> </w:t>
      </w:r>
      <w:r w:rsidR="00123936">
        <w:rPr>
          <w:rFonts w:ascii="Liberation Serif" w:hAnsi="Liberation Serif"/>
          <w:sz w:val="24"/>
          <w:szCs w:val="24"/>
        </w:rPr>
        <w:t>июля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123936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года № </w:t>
      </w:r>
      <w:r w:rsidR="00123936">
        <w:rPr>
          <w:rFonts w:ascii="Liberation Serif" w:hAnsi="Liberation Serif"/>
          <w:sz w:val="24"/>
          <w:szCs w:val="24"/>
        </w:rPr>
        <w:t>103</w:t>
      </w:r>
      <w:r>
        <w:rPr>
          <w:rFonts w:ascii="Liberation Serif" w:hAnsi="Liberation Serif"/>
          <w:sz w:val="24"/>
          <w:szCs w:val="24"/>
        </w:rPr>
        <w:t xml:space="preserve"> «Об организации деятельности антитеррористической комиссии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Первоуральск», изложив в новой редакции согласно приложению. 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Настоящее постановление разместить на официальном сайте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постановления оставляю за собой.</w:t>
      </w: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941C36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муниципального округа Первоуральск </w:t>
      </w:r>
      <w:r w:rsidR="003C474F">
        <w:rPr>
          <w:rFonts w:ascii="Liberation Serif" w:hAnsi="Liberation Serif"/>
          <w:sz w:val="24"/>
          <w:szCs w:val="24"/>
        </w:rPr>
        <w:t xml:space="preserve"> </w:t>
      </w:r>
      <w:r w:rsidR="003C474F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И.В. Кабец</w:t>
      </w: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4"/>
        <w:gridCol w:w="4122"/>
        <w:gridCol w:w="1938"/>
      </w:tblGrid>
      <w:tr w:rsidR="00B84774"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color w:val="D9D9D9"/>
              </w:rPr>
            </w:pPr>
          </w:p>
        </w:tc>
        <w:tc>
          <w:tcPr>
            <w:tcW w:w="41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rPr>
                <w:rFonts w:ascii="Liberation Serif" w:hAnsi="Liberation Serif"/>
              </w:rPr>
            </w:pPr>
          </w:p>
        </w:tc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B84774" w:rsidRDefault="00B84774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B84774" w:rsidSect="007B6123">
      <w:headerReference w:type="default" r:id="rId9"/>
      <w:pgSz w:w="11906" w:h="16838"/>
      <w:pgMar w:top="0" w:right="567" w:bottom="14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D3" w:rsidRDefault="002743D3">
      <w:r>
        <w:separator/>
      </w:r>
    </w:p>
  </w:endnote>
  <w:endnote w:type="continuationSeparator" w:id="0">
    <w:p w:rsidR="002743D3" w:rsidRDefault="0027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D3" w:rsidRDefault="002743D3">
      <w:r>
        <w:rPr>
          <w:color w:val="000000"/>
        </w:rPr>
        <w:separator/>
      </w:r>
    </w:p>
  </w:footnote>
  <w:footnote w:type="continuationSeparator" w:id="0">
    <w:p w:rsidR="002743D3" w:rsidRDefault="00274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4F" w:rsidRDefault="003C474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3C474F" w:rsidRDefault="003C4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7475"/>
    <w:multiLevelType w:val="multilevel"/>
    <w:tmpl w:val="DEC0F058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6"/>
    <w:rsid w:val="00123936"/>
    <w:rsid w:val="00177ADD"/>
    <w:rsid w:val="001A6871"/>
    <w:rsid w:val="00265B1A"/>
    <w:rsid w:val="0027419B"/>
    <w:rsid w:val="002743D3"/>
    <w:rsid w:val="00310583"/>
    <w:rsid w:val="003C474F"/>
    <w:rsid w:val="004A0633"/>
    <w:rsid w:val="004E0083"/>
    <w:rsid w:val="00597ED9"/>
    <w:rsid w:val="00636A74"/>
    <w:rsid w:val="00637E97"/>
    <w:rsid w:val="006E129A"/>
    <w:rsid w:val="007B6123"/>
    <w:rsid w:val="00863D00"/>
    <w:rsid w:val="008E1DD4"/>
    <w:rsid w:val="00922D5F"/>
    <w:rsid w:val="00941C36"/>
    <w:rsid w:val="00991496"/>
    <w:rsid w:val="00B37943"/>
    <w:rsid w:val="00B84774"/>
    <w:rsid w:val="00D75146"/>
    <w:rsid w:val="00DF5E4C"/>
    <w:rsid w:val="00EB09E4"/>
    <w:rsid w:val="00F176C7"/>
    <w:rsid w:val="00F43A1E"/>
    <w:rsid w:val="00F74644"/>
    <w:rsid w:val="00F77E56"/>
    <w:rsid w:val="00F9594D"/>
    <w:rsid w:val="00FE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paragraph" w:styleId="aa">
    <w:name w:val="Balloon Text"/>
    <w:basedOn w:val="a"/>
    <w:link w:val="ab"/>
    <w:uiPriority w:val="99"/>
    <w:semiHidden/>
    <w:unhideWhenUsed/>
    <w:rsid w:val="007B61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612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paragraph" w:styleId="aa">
    <w:name w:val="Balloon Text"/>
    <w:basedOn w:val="a"/>
    <w:link w:val="ab"/>
    <w:uiPriority w:val="99"/>
    <w:semiHidden/>
    <w:unhideWhenUsed/>
    <w:rsid w:val="007B61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61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6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8;&#1050;\&#1053;&#1055;&#1040;%20&#1043;&#1054;%20&#1055;&#1077;&#1088;&#1074;&#1086;&#1091;&#1088;&#1072;&#1083;&#1100;&#1089;&#1082;\&#1054;%20&#1074;&#1085;&#1077;&#1089;&#1077;&#1085;&#1080;&#1080;%20&#1080;&#1079;&#1084;&#1077;&#1085;&#1077;&#1085;&#1080;&#1081;%20&#1074;%20&#1089;&#1086;&#1089;&#1090;&#1072;&#1074;%20&#1040;&#105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АТК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3</cp:revision>
  <cp:lastPrinted>2019-01-22T10:06:00Z</cp:lastPrinted>
  <dcterms:created xsi:type="dcterms:W3CDTF">2025-07-29T05:33:00Z</dcterms:created>
  <dcterms:modified xsi:type="dcterms:W3CDTF">2025-09-02T05:50:00Z</dcterms:modified>
</cp:coreProperties>
</file>